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818F6" w14:textId="11AFCE7D" w:rsidR="007E5D4F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73040A">
        <w:rPr>
          <w:rFonts w:ascii="Calibri" w:hAnsi="Calibri" w:cs="Calibri"/>
          <w:sz w:val="22"/>
          <w:szCs w:val="22"/>
        </w:rPr>
        <w:t>..........................</w:t>
      </w:r>
    </w:p>
    <w:p w14:paraId="20913920" w14:textId="5E21C44B" w:rsidR="00DE3CD7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Pieczęć firmy</w:t>
      </w:r>
    </w:p>
    <w:p w14:paraId="01A4BAB0" w14:textId="7CC460AB" w:rsidR="00325376" w:rsidRPr="0073040A" w:rsidRDefault="00325376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</w:p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5A56A5D1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[numer i nazwa umowy; „Umowa”]</w:t>
      </w:r>
      <w:r w:rsidR="006604D7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BD1FE21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 xml:space="preserve">przygotowania i 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1E2672E7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F75925">
        <w:rPr>
          <w:rFonts w:ascii="Calibri" w:hAnsi="Calibri" w:cs="Calibri"/>
          <w:sz w:val="22"/>
          <w:szCs w:val="22"/>
        </w:rPr>
        <w:t xml:space="preserve"> Umowy.</w:t>
      </w:r>
    </w:p>
    <w:p w14:paraId="0F12933A" w14:textId="0F381A76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5413AD">
        <w:rPr>
          <w:rFonts w:ascii="Calibri" w:hAnsi="Calibri" w:cs="Calibri"/>
          <w:sz w:val="22"/>
          <w:szCs w:val="22"/>
        </w:rPr>
        <w:t xml:space="preserve"> § </w:t>
      </w:r>
      <w:r w:rsidR="00ED793B">
        <w:rPr>
          <w:rFonts w:ascii="Calibri" w:hAnsi="Calibri" w:cs="Calibri"/>
          <w:sz w:val="22"/>
          <w:szCs w:val="22"/>
        </w:rPr>
        <w:t>11</w:t>
      </w:r>
      <w:r w:rsidR="005413AD">
        <w:rPr>
          <w:rFonts w:ascii="Calibri" w:hAnsi="Calibri" w:cs="Calibri"/>
          <w:sz w:val="22"/>
          <w:szCs w:val="22"/>
        </w:rPr>
        <w:t xml:space="preserve"> 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5962B167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205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lastRenderedPageBreak/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1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A1D7E" w14:textId="77777777" w:rsidR="00BA5BA1" w:rsidRDefault="00BA5BA1" w:rsidP="001C34EF">
      <w:r>
        <w:separator/>
      </w:r>
    </w:p>
  </w:endnote>
  <w:endnote w:type="continuationSeparator" w:id="0">
    <w:p w14:paraId="5FBD533A" w14:textId="77777777" w:rsidR="00BA5BA1" w:rsidRDefault="00BA5BA1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49F92BC1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25EA7D8E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D496D" w14:textId="77777777" w:rsidR="00BA5BA1" w:rsidRDefault="00BA5BA1" w:rsidP="001C34EF">
      <w:r>
        <w:separator/>
      </w:r>
    </w:p>
  </w:footnote>
  <w:footnote w:type="continuationSeparator" w:id="0">
    <w:p w14:paraId="23518542" w14:textId="77777777" w:rsidR="00BA5BA1" w:rsidRDefault="00BA5BA1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3EF54" w14:textId="77777777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>Załącznik do umowy nr……………………..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05DD2"/>
    <w:rsid w:val="0021661E"/>
    <w:rsid w:val="00216BEF"/>
    <w:rsid w:val="00231E65"/>
    <w:rsid w:val="0024361B"/>
    <w:rsid w:val="00251DD8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30B5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A5BA1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84517"/>
    <w:rsid w:val="00D8563E"/>
    <w:rsid w:val="00D95676"/>
    <w:rsid w:val="00DB0B84"/>
    <w:rsid w:val="00DB566A"/>
    <w:rsid w:val="00DB5AA1"/>
    <w:rsid w:val="00DB73F6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D793B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A3BF8"/>
    <w:rsid w:val="00FA6978"/>
    <w:rsid w:val="00FB120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 xmlns="8c8b7058-3472-4da3-b58b-4a76f5de5e77">Szablony dokumentów</Kategoria>
    <Opis xmlns="8c8b7058-3472-4da3-b58b-4a76f5de5e77">Papier firmowy dla PGE Dystrybucja S.A.</Opi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F215C03512E4B86D90AA5BA10441B" ma:contentTypeVersion="4" ma:contentTypeDescription="Utwórz nowy dokument." ma:contentTypeScope="" ma:versionID="9f3dd70109668609c84910ee931d47a4">
  <xsd:schema xmlns:xsd="http://www.w3.org/2001/XMLSchema" xmlns:xs="http://www.w3.org/2001/XMLSchema" xmlns:p="http://schemas.microsoft.com/office/2006/metadata/properties" xmlns:ns1="http://schemas.microsoft.com/sharepoint/v3" xmlns:ns2="8c8b7058-3472-4da3-b58b-4a76f5de5e77" targetNamespace="http://schemas.microsoft.com/office/2006/metadata/properties" ma:root="true" ma:fieldsID="1f040e78b2bd1745f5663d3f45e11f38" ns1:_="" ns2:_="">
    <xsd:import namespace="http://schemas.microsoft.com/sharepoint/v3"/>
    <xsd:import namespace="8c8b7058-3472-4da3-b58b-4a76f5de5e7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a"/>
                <xsd:element ref="ns2:Opi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b7058-3472-4da3-b58b-4a76f5de5e77" elementFormDefault="qualified">
    <xsd:import namespace="http://schemas.microsoft.com/office/2006/documentManagement/types"/>
    <xsd:import namespace="http://schemas.microsoft.com/office/infopath/2007/PartnerControls"/>
    <xsd:element name="Kategoria" ma:index="10" ma:displayName="Kategoria" ma:format="Dropdown" ma:internalName="Kategoria">
      <xsd:simpleType>
        <xsd:restriction base="dms:Choice">
          <xsd:enumeration value="Dokumenty HR"/>
          <xsd:enumeration value="Szablony dokumentów"/>
        </xsd:restriction>
      </xsd:simpleType>
    </xsd:element>
    <xsd:element name="Opis" ma:index="11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53152B-8A52-4ED7-B1AA-07A89EAAB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8b7058-3472-4da3-b58b-4a76f5de5e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D709F4-F3D0-488D-BAF4-BC79B179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Centrala.dotx</Template>
  <TotalTime>0</TotalTime>
  <Pages>3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Dąbrowa Marcin [PGE Dystr. O.Skarżysko-Kam.]</cp:lastModifiedBy>
  <cp:revision>2</cp:revision>
  <cp:lastPrinted>2022-06-21T11:07:00Z</cp:lastPrinted>
  <dcterms:created xsi:type="dcterms:W3CDTF">2023-01-18T12:13:00Z</dcterms:created>
  <dcterms:modified xsi:type="dcterms:W3CDTF">2023-01-18T12:13:00Z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0x010100924F215C03512E4B86D90AA5BA10441B</vt:lpwstr>
  </property>
</Properties>
</file>